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35" w:rsidRDefault="00572C35" w:rsidP="00572C3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572C35" w:rsidRDefault="00572C35" w:rsidP="00572C35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036814" w:rsidRPr="00036814" w:rsidRDefault="00694E41" w:rsidP="00036814">
      <w:pPr>
        <w:spacing w:after="0" w:line="240" w:lineRule="auto"/>
        <w:jc w:val="right"/>
        <w:rPr>
          <w:rFonts w:ascii="Times New Roman" w:hAnsi="Times New Roman"/>
          <w:noProof/>
          <w:lang w:eastAsia="it-IT"/>
        </w:rPr>
      </w:pPr>
      <w:r>
        <w:rPr>
          <w:rFonts w:ascii="Times New Roman" w:hAnsi="Times New Roman"/>
        </w:rPr>
        <w:t>Cipriano  Anna  Filomena</w:t>
      </w:r>
      <w:r w:rsidR="00572C35">
        <w:rPr>
          <w:rFonts w:ascii="Times New Roman" w:hAnsi="Times New Roman"/>
        </w:rPr>
        <w:t xml:space="preserve"> – Pascucci  Mariella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Agli atti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4D7BBD" w:rsidRPr="0019255A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Default="004D7BBD" w:rsidP="004D7BBD">
      <w:pPr>
        <w:numPr>
          <w:ilvl w:val="0"/>
          <w:numId w:val="36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F0137" w:rsidRPr="0019255A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</w:p>
    <w:p w:rsidR="00694E41" w:rsidRPr="00694E41" w:rsidRDefault="00694E41" w:rsidP="00694E41">
      <w:pPr>
        <w:rPr>
          <w:rFonts w:ascii="Garamond" w:hAnsi="Garamond" w:cs="Garamond"/>
        </w:rPr>
      </w:pPr>
      <w:r w:rsidRPr="00694E41">
        <w:rPr>
          <w:rStyle w:val="Enfasicorsivo"/>
          <w:rFonts w:ascii="Garamond" w:hAnsi="Garamond" w:cs="Garamond"/>
        </w:rPr>
        <w:t>O</w:t>
      </w:r>
      <w:r>
        <w:rPr>
          <w:rStyle w:val="Enfasicorsivo"/>
          <w:rFonts w:ascii="Garamond" w:hAnsi="Garamond" w:cs="Garamond"/>
        </w:rPr>
        <w:t>ggetto</w:t>
      </w:r>
      <w:r w:rsidRPr="00694E41">
        <w:rPr>
          <w:rStyle w:val="Enfasicorsivo"/>
          <w:rFonts w:ascii="Garamond" w:hAnsi="Garamond" w:cs="Garamond"/>
        </w:rPr>
        <w:t xml:space="preserve">: nomina referente </w:t>
      </w:r>
      <w:r w:rsidRPr="00694E41">
        <w:rPr>
          <w:rFonts w:ascii="Garamond" w:hAnsi="Garamond" w:cs="Garamond"/>
        </w:rPr>
        <w:t>BULLISMO E CYBERBULLISMO</w:t>
      </w:r>
      <w:r w:rsidR="002E3191">
        <w:rPr>
          <w:rFonts w:ascii="Garamond" w:hAnsi="Garamond" w:cs="Garamond"/>
        </w:rPr>
        <w:t xml:space="preserve"> – a.s. 202</w:t>
      </w:r>
      <w:r w:rsidR="00572C35">
        <w:rPr>
          <w:rFonts w:ascii="Garamond" w:hAnsi="Garamond" w:cs="Garamond"/>
        </w:rPr>
        <w:t>5</w:t>
      </w:r>
      <w:r w:rsidR="002E3191">
        <w:rPr>
          <w:rFonts w:ascii="Garamond" w:hAnsi="Garamond" w:cs="Garamond"/>
        </w:rPr>
        <w:t>/2</w:t>
      </w:r>
      <w:r w:rsidR="00572C35">
        <w:rPr>
          <w:rFonts w:ascii="Garamond" w:hAnsi="Garamond" w:cs="Garamond"/>
        </w:rPr>
        <w:t>6</w:t>
      </w:r>
      <w:r w:rsidRPr="00694E41">
        <w:rPr>
          <w:rFonts w:ascii="Garamond" w:hAnsi="Garamond" w:cs="Garamond"/>
        </w:rPr>
        <w:t>.</w:t>
      </w:r>
    </w:p>
    <w:p w:rsidR="005F0137" w:rsidRDefault="005F0137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DPR 275 dell’8/03/99;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CCNL 2006/2009, art 34;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F266CA" w:rsidRPr="005F0137" w:rsidRDefault="00F266CA" w:rsidP="00F266CA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</w:p>
    <w:p w:rsidR="00246C3E" w:rsidRPr="005F0137" w:rsidRDefault="00246C3E" w:rsidP="00246C3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</w:t>
      </w:r>
      <w:r w:rsidR="00572C35">
        <w:rPr>
          <w:rFonts w:ascii="Times New Roman" w:hAnsi="Times New Roman"/>
        </w:rPr>
        <w:t>2</w:t>
      </w:r>
      <w:r w:rsidR="002E3191"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 xml:space="preserve">del  </w:t>
      </w:r>
      <w:r w:rsidR="00572C35">
        <w:rPr>
          <w:rFonts w:ascii="Times New Roman" w:hAnsi="Times New Roman"/>
        </w:rPr>
        <w:t>10</w:t>
      </w:r>
      <w:r w:rsidR="003357FA">
        <w:rPr>
          <w:rFonts w:ascii="Times New Roman" w:hAnsi="Times New Roman"/>
        </w:rPr>
        <w:t xml:space="preserve"> settembre 202</w:t>
      </w:r>
      <w:r w:rsidR="00572C35">
        <w:rPr>
          <w:rFonts w:ascii="Times New Roman" w:hAnsi="Times New Roman"/>
        </w:rPr>
        <w:t>5</w:t>
      </w:r>
    </w:p>
    <w:p w:rsidR="003B6C7A" w:rsidRDefault="003B6C7A" w:rsidP="005F0137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</w:p>
    <w:p w:rsidR="00694E41" w:rsidRDefault="00694E41" w:rsidP="00694E41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INDIVIDUA</w:t>
      </w:r>
    </w:p>
    <w:p w:rsidR="00694E41" w:rsidRDefault="00572C35" w:rsidP="00694E4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Le S</w:t>
      </w:r>
      <w:r w:rsidR="00694E41">
        <w:rPr>
          <w:rFonts w:ascii="Garamond" w:hAnsi="Garamond" w:cs="Garamond"/>
        </w:rPr>
        <w:t>S.</w:t>
      </w:r>
      <w:r>
        <w:rPr>
          <w:rFonts w:ascii="Garamond" w:hAnsi="Garamond" w:cs="Garamond"/>
        </w:rPr>
        <w:t>V</w:t>
      </w:r>
      <w:r w:rsidR="00694E41">
        <w:rPr>
          <w:rFonts w:ascii="Garamond" w:hAnsi="Garamond" w:cs="Garamond"/>
        </w:rPr>
        <w:t>V., per l’anno sc</w:t>
      </w:r>
      <w:r>
        <w:rPr>
          <w:rFonts w:ascii="Garamond" w:hAnsi="Garamond" w:cs="Garamond"/>
        </w:rPr>
        <w:t>olastico in corso, quale docenti referenti</w:t>
      </w:r>
      <w:r w:rsidR="00694E41">
        <w:rPr>
          <w:rFonts w:ascii="Garamond" w:hAnsi="Garamond" w:cs="Garamond"/>
        </w:rPr>
        <w:t xml:space="preserve"> d’Istituto in materia di bullismo e cyberbullismo.</w:t>
      </w:r>
    </w:p>
    <w:p w:rsidR="00694E41" w:rsidRDefault="00694E41" w:rsidP="00694E41">
      <w:pPr>
        <w:pStyle w:val="NormaleWeb"/>
        <w:spacing w:before="0" w:beforeAutospacing="0" w:after="0" w:afterAutospacing="0" w:line="320" w:lineRule="exact"/>
        <w:rPr>
          <w:rFonts w:ascii="Garamond" w:hAnsi="Garamond" w:cs="Garamond"/>
          <w:snapToGrid w:val="0"/>
          <w:sz w:val="22"/>
          <w:szCs w:val="22"/>
        </w:rPr>
      </w:pPr>
      <w:r>
        <w:rPr>
          <w:rFonts w:ascii="Garamond" w:hAnsi="Garamond" w:cs="Garamond"/>
          <w:b/>
          <w:bCs/>
          <w:i/>
          <w:iCs/>
          <w:sz w:val="22"/>
          <w:szCs w:val="22"/>
        </w:rPr>
        <w:t>I compiti a lei attribuiti sono:</w:t>
      </w:r>
      <w:r>
        <w:rPr>
          <w:rFonts w:ascii="Garamond" w:hAnsi="Garamond" w:cs="Garamond"/>
          <w:snapToGrid w:val="0"/>
          <w:sz w:val="22"/>
          <w:szCs w:val="22"/>
        </w:rPr>
        <w:t xml:space="preserve"> </w:t>
      </w:r>
    </w:p>
    <w:p w:rsidR="00694E41" w:rsidRDefault="00694E41" w:rsidP="00694E41">
      <w:pPr>
        <w:pStyle w:val="NormaleWeb"/>
        <w:numPr>
          <w:ilvl w:val="0"/>
          <w:numId w:val="49"/>
        </w:numPr>
        <w:spacing w:before="0" w:beforeAutospacing="0" w:after="0" w:afterAutospacing="0" w:line="320" w:lineRule="exact"/>
        <w:ind w:left="714" w:hanging="357"/>
        <w:rPr>
          <w:rFonts w:ascii="Garamond" w:hAnsi="Garamond" w:cs="Garamond"/>
          <w:i/>
          <w:iCs/>
          <w:sz w:val="22"/>
          <w:szCs w:val="22"/>
        </w:rPr>
      </w:pPr>
      <w:r>
        <w:rPr>
          <w:sz w:val="22"/>
          <w:szCs w:val="22"/>
        </w:rPr>
        <w:t xml:space="preserve">Coordinare le attività ed i progetti relativi al settore specifico nella fase organizzativa ed attuativa </w:t>
      </w:r>
    </w:p>
    <w:p w:rsidR="00694E41" w:rsidRDefault="00694E41" w:rsidP="00694E41">
      <w:pPr>
        <w:pStyle w:val="NormaleWeb"/>
        <w:numPr>
          <w:ilvl w:val="0"/>
          <w:numId w:val="49"/>
        </w:numPr>
        <w:spacing w:before="0" w:beforeAutospacing="0" w:after="0" w:afterAutospacing="0" w:line="320" w:lineRule="exact"/>
        <w:ind w:left="714" w:hanging="357"/>
        <w:rPr>
          <w:rFonts w:ascii="Garamond" w:hAnsi="Garamond" w:cs="Garamond"/>
          <w:i/>
          <w:iCs/>
          <w:sz w:val="22"/>
          <w:szCs w:val="22"/>
        </w:rPr>
      </w:pPr>
      <w:r>
        <w:rPr>
          <w:sz w:val="22"/>
          <w:szCs w:val="22"/>
        </w:rPr>
        <w:t>Stabilire e mantenere le relazioni con gli enti e le associazioni che si occupano delle tematiche inerenti alla delega.</w:t>
      </w:r>
    </w:p>
    <w:p w:rsidR="00694E41" w:rsidRDefault="00694E41" w:rsidP="00694E41">
      <w:pPr>
        <w:pStyle w:val="NormaleWeb"/>
        <w:numPr>
          <w:ilvl w:val="0"/>
          <w:numId w:val="49"/>
        </w:numPr>
        <w:spacing w:before="0" w:beforeAutospacing="0" w:after="0" w:afterAutospacing="0" w:line="320" w:lineRule="exact"/>
        <w:ind w:left="714" w:hanging="357"/>
        <w:rPr>
          <w:rFonts w:ascii="Garamond" w:hAnsi="Garamond" w:cs="Garamond"/>
          <w:i/>
          <w:iCs/>
          <w:sz w:val="22"/>
          <w:szCs w:val="22"/>
        </w:rPr>
      </w:pPr>
      <w:r>
        <w:rPr>
          <w:sz w:val="22"/>
          <w:szCs w:val="22"/>
        </w:rPr>
        <w:t>Collaborazione al buon esito delle relative iniziative promosse dall’ ASL che coinvolgono la scuola.</w:t>
      </w:r>
    </w:p>
    <w:p w:rsidR="00694E41" w:rsidRDefault="00694E41" w:rsidP="00694E41">
      <w:pPr>
        <w:pStyle w:val="NormaleWeb"/>
        <w:numPr>
          <w:ilvl w:val="0"/>
          <w:numId w:val="49"/>
        </w:numPr>
        <w:spacing w:before="0" w:beforeAutospacing="0" w:after="0" w:afterAutospacing="0" w:line="320" w:lineRule="exact"/>
        <w:ind w:left="714" w:hanging="357"/>
        <w:rPr>
          <w:rFonts w:ascii="Garamond" w:hAnsi="Garamond" w:cs="Garamond"/>
          <w:i/>
          <w:iCs/>
          <w:sz w:val="22"/>
          <w:szCs w:val="22"/>
        </w:rPr>
      </w:pPr>
      <w:r>
        <w:rPr>
          <w:sz w:val="22"/>
          <w:szCs w:val="22"/>
        </w:rPr>
        <w:t>Collaborazione al buon esito delle iniziative promosse da Associazioni Varie che coinvolgono la scuola.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Si ringrazia per la collaborazione e si augura buon lavoro</w:t>
      </w:r>
    </w:p>
    <w:p w:rsidR="000B2363" w:rsidRDefault="000B2363" w:rsidP="00621A97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621A97" w:rsidRDefault="00CA3EB4" w:rsidP="00621A97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621A97">
        <w:rPr>
          <w:rFonts w:ascii="Garamond" w:hAnsi="Garamond"/>
          <w:sz w:val="32"/>
          <w:szCs w:val="32"/>
        </w:rPr>
        <w:t>Il Dirigente Scolastico</w:t>
      </w:r>
    </w:p>
    <w:p w:rsidR="00621A97" w:rsidRDefault="00621A97" w:rsidP="00621A97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21A97" w:rsidRDefault="00621A97" w:rsidP="00621A97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B6C7A" w:rsidRPr="00036814" w:rsidRDefault="00621A97" w:rsidP="00572C35">
      <w:pPr>
        <w:spacing w:after="0" w:line="320" w:lineRule="exact"/>
        <w:ind w:right="71"/>
        <w:jc w:val="both"/>
        <w:rPr>
          <w:rFonts w:ascii="Times New Roman" w:hAnsi="Times New Roman"/>
        </w:rPr>
      </w:pPr>
      <w:r>
        <w:rPr>
          <w:rFonts w:ascii="Garamond" w:hAnsi="Garamond" w:cs="Garamond"/>
          <w:sz w:val="16"/>
          <w:szCs w:val="16"/>
        </w:rPr>
        <w:t>pg/</w:t>
      </w:r>
    </w:p>
    <w:p w:rsidR="004D7BBD" w:rsidRDefault="003B6C7A" w:rsidP="00F95F24">
      <w:pPr>
        <w:ind w:right="71"/>
        <w:jc w:val="both"/>
        <w:rPr>
          <w:bCs/>
        </w:rPr>
      </w:pPr>
      <w:r w:rsidRPr="00F2053C">
        <w:rPr>
          <w:rFonts w:ascii="Times New Roman" w:hAnsi="Times New Roman"/>
          <w:noProof/>
          <w:lang w:eastAsia="it-IT"/>
        </w:rPr>
        <w:t xml:space="preserve"> </w:t>
      </w:r>
    </w:p>
    <w:sectPr w:rsidR="004D7BBD" w:rsidSect="00621A97">
      <w:headerReference w:type="first" r:id="rId8"/>
      <w:pgSz w:w="11906" w:h="16838" w:code="9"/>
      <w:pgMar w:top="284" w:right="1134" w:bottom="22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A1" w:rsidRDefault="007511A1" w:rsidP="00A02C51">
      <w:pPr>
        <w:spacing w:after="0" w:line="240" w:lineRule="auto"/>
      </w:pPr>
      <w:r>
        <w:separator/>
      </w:r>
    </w:p>
  </w:endnote>
  <w:endnote w:type="continuationSeparator" w:id="0">
    <w:p w:rsidR="007511A1" w:rsidRDefault="007511A1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A1" w:rsidRDefault="007511A1" w:rsidP="00A02C51">
      <w:pPr>
        <w:spacing w:after="0" w:line="240" w:lineRule="auto"/>
      </w:pPr>
      <w:r>
        <w:separator/>
      </w:r>
    </w:p>
  </w:footnote>
  <w:footnote w:type="continuationSeparator" w:id="0">
    <w:p w:rsidR="007511A1" w:rsidRDefault="007511A1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21A97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0" b="0"/>
          <wp:wrapNone/>
          <wp:docPr id="1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0" cy="223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20"/>
  </w:num>
  <w:num w:numId="5">
    <w:abstractNumId w:val="0"/>
  </w:num>
  <w:num w:numId="6">
    <w:abstractNumId w:val="24"/>
  </w:num>
  <w:num w:numId="7">
    <w:abstractNumId w:val="2"/>
  </w:num>
  <w:num w:numId="8">
    <w:abstractNumId w:val="10"/>
  </w:num>
  <w:num w:numId="9">
    <w:abstractNumId w:val="41"/>
  </w:num>
  <w:num w:numId="10">
    <w:abstractNumId w:val="29"/>
  </w:num>
  <w:num w:numId="11">
    <w:abstractNumId w:val="33"/>
  </w:num>
  <w:num w:numId="12">
    <w:abstractNumId w:val="16"/>
  </w:num>
  <w:num w:numId="13">
    <w:abstractNumId w:val="30"/>
  </w:num>
  <w:num w:numId="14">
    <w:abstractNumId w:val="14"/>
  </w:num>
  <w:num w:numId="15">
    <w:abstractNumId w:val="38"/>
  </w:num>
  <w:num w:numId="16">
    <w:abstractNumId w:val="39"/>
  </w:num>
  <w:num w:numId="17">
    <w:abstractNumId w:val="37"/>
  </w:num>
  <w:num w:numId="18">
    <w:abstractNumId w:val="26"/>
  </w:num>
  <w:num w:numId="19">
    <w:abstractNumId w:val="22"/>
  </w:num>
  <w:num w:numId="20">
    <w:abstractNumId w:val="43"/>
  </w:num>
  <w:num w:numId="21">
    <w:abstractNumId w:val="6"/>
  </w:num>
  <w:num w:numId="22">
    <w:abstractNumId w:val="32"/>
  </w:num>
  <w:num w:numId="23">
    <w:abstractNumId w:val="18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2"/>
  </w:num>
  <w:num w:numId="29">
    <w:abstractNumId w:val="13"/>
  </w:num>
  <w:num w:numId="30">
    <w:abstractNumId w:val="42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5"/>
  </w:num>
  <w:num w:numId="38">
    <w:abstractNumId w:val="3"/>
  </w:num>
  <w:num w:numId="39">
    <w:abstractNumId w:val="23"/>
  </w:num>
  <w:num w:numId="40">
    <w:abstractNumId w:val="45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3"/>
  </w:num>
  <w:num w:numId="45">
    <w:abstractNumId w:val="21"/>
  </w:num>
  <w:num w:numId="46">
    <w:abstractNumId w:val="17"/>
  </w:num>
  <w:num w:numId="47">
    <w:abstractNumId w:val="15"/>
  </w:num>
  <w:num w:numId="48">
    <w:abstractNumId w:val="9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21A97"/>
    <w:rsid w:val="000009A5"/>
    <w:rsid w:val="000012C5"/>
    <w:rsid w:val="00006E35"/>
    <w:rsid w:val="0001147F"/>
    <w:rsid w:val="00032022"/>
    <w:rsid w:val="00034653"/>
    <w:rsid w:val="00035B06"/>
    <w:rsid w:val="00036814"/>
    <w:rsid w:val="0004594A"/>
    <w:rsid w:val="00060287"/>
    <w:rsid w:val="0006101B"/>
    <w:rsid w:val="000739BE"/>
    <w:rsid w:val="00074099"/>
    <w:rsid w:val="00081D80"/>
    <w:rsid w:val="0008496D"/>
    <w:rsid w:val="000976A4"/>
    <w:rsid w:val="000B2363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821D4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1A"/>
    <w:rsid w:val="003152AA"/>
    <w:rsid w:val="00317B72"/>
    <w:rsid w:val="00324D64"/>
    <w:rsid w:val="003270D2"/>
    <w:rsid w:val="003357FA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4339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422A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500762"/>
    <w:rsid w:val="005159C7"/>
    <w:rsid w:val="0052095B"/>
    <w:rsid w:val="005250EC"/>
    <w:rsid w:val="005336B9"/>
    <w:rsid w:val="005347E3"/>
    <w:rsid w:val="00535B9E"/>
    <w:rsid w:val="005533F2"/>
    <w:rsid w:val="00572C35"/>
    <w:rsid w:val="00577E38"/>
    <w:rsid w:val="00581537"/>
    <w:rsid w:val="005840E3"/>
    <w:rsid w:val="005847D9"/>
    <w:rsid w:val="00584B37"/>
    <w:rsid w:val="00592EBD"/>
    <w:rsid w:val="00595594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1A97"/>
    <w:rsid w:val="00622747"/>
    <w:rsid w:val="00631CCA"/>
    <w:rsid w:val="00635569"/>
    <w:rsid w:val="00635D66"/>
    <w:rsid w:val="006410A8"/>
    <w:rsid w:val="006500B2"/>
    <w:rsid w:val="006504FF"/>
    <w:rsid w:val="0065280B"/>
    <w:rsid w:val="006537C7"/>
    <w:rsid w:val="006604B2"/>
    <w:rsid w:val="00661DF6"/>
    <w:rsid w:val="006627E9"/>
    <w:rsid w:val="00662F82"/>
    <w:rsid w:val="00682F78"/>
    <w:rsid w:val="00687A02"/>
    <w:rsid w:val="00694E41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511A1"/>
    <w:rsid w:val="007638FD"/>
    <w:rsid w:val="007648C6"/>
    <w:rsid w:val="00765593"/>
    <w:rsid w:val="007B6838"/>
    <w:rsid w:val="007B6D7F"/>
    <w:rsid w:val="007C5BC3"/>
    <w:rsid w:val="007D0D06"/>
    <w:rsid w:val="00812ACF"/>
    <w:rsid w:val="00820DA7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A224D"/>
    <w:rsid w:val="00BA57D5"/>
    <w:rsid w:val="00BB23D2"/>
    <w:rsid w:val="00BC45D4"/>
    <w:rsid w:val="00BC7EBE"/>
    <w:rsid w:val="00BD59DF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3EB4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B7DBA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UFFICIO%20PERSONALE\a.s.%202022-23\PERSONALE\INCARICHI\Responsabili-Referenti\REFERENTI\Bullismo-Cyberbullism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9A918-9F3A-47EC-B3DC-A273FD77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Bullismo-Cyberbullismo.dot</Template>
  <TotalTime>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Utente2</dc:creator>
  <cp:keywords/>
  <cp:lastModifiedBy>Utente2</cp:lastModifiedBy>
  <cp:revision>5</cp:revision>
  <cp:lastPrinted>2018-09-18T11:00:00Z</cp:lastPrinted>
  <dcterms:created xsi:type="dcterms:W3CDTF">2022-12-10T09:43:00Z</dcterms:created>
  <dcterms:modified xsi:type="dcterms:W3CDTF">2025-11-05T08:01:00Z</dcterms:modified>
</cp:coreProperties>
</file>